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55FBD" w14:textId="77777777" w:rsidR="0083093D" w:rsidRDefault="00AE6E7E" w:rsidP="00903921">
      <w:r>
        <w:rPr>
          <w:rFonts w:ascii="Arial" w:hAnsi="Arial"/>
          <w:color w:val="0070C0"/>
        </w:rPr>
        <w:t xml:space="preserve">Wastafelkraan </w:t>
      </w:r>
      <w:proofErr w:type="spellStart"/>
      <w:r>
        <w:rPr>
          <w:rFonts w:ascii="Arial" w:hAnsi="Arial"/>
          <w:color w:val="0070C0"/>
        </w:rPr>
        <w:t>Piave</w:t>
      </w:r>
      <w:proofErr w:type="spellEnd"/>
      <w:r>
        <w:rPr>
          <w:rFonts w:ascii="Arial" w:hAnsi="Arial"/>
          <w:color w:val="0070C0"/>
        </w:rPr>
        <w:t xml:space="preserve">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 xml:space="preserve">montage met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14:paraId="35E6B44C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E9F8AE4" w14:textId="77777777" w:rsidR="0022369B" w:rsidRDefault="00AE6E7E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</w:t>
      </w:r>
      <w:r w:rsidR="002469B0">
        <w:rPr>
          <w:rFonts w:ascii="Arial" w:hAnsi="Arial"/>
        </w:rPr>
        <w:t>echthoekige</w:t>
      </w:r>
      <w:r w:rsidR="00DE2D41">
        <w:rPr>
          <w:rFonts w:ascii="Arial" w:hAnsi="Arial"/>
        </w:rPr>
        <w:t xml:space="preserve">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</w:t>
      </w:r>
      <w:r w:rsidR="002469B0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muurplaatje wordt gemonteerd</w:t>
      </w:r>
    </w:p>
    <w:p w14:paraId="79A05160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 xml:space="preserve">nder de </w:t>
      </w:r>
      <w:r w:rsidR="002469B0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 bevindt zich een rechthoekig infraroodvenster, met daar achter de infraroodsensor</w:t>
      </w:r>
    </w:p>
    <w:p w14:paraId="165EB628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2D749F">
        <w:rPr>
          <w:rFonts w:ascii="Arial" w:hAnsi="Arial"/>
        </w:rPr>
        <w:t>interne 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14:paraId="4A7ECDC2" w14:textId="77777777"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14:paraId="7DA87246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234EFB9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3DD75A3" w14:textId="77777777"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</w:t>
      </w:r>
      <w:r w:rsidR="002469B0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2469B0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61F69121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4B2A918E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3B1EC403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26526F3F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43829AA7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0473DF8C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14:paraId="6C53C065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14:paraId="6408C7EB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14:paraId="3FEA6B7F" w14:textId="77777777"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2469B0">
        <w:rPr>
          <w:rFonts w:ascii="Arial" w:hAnsi="Arial"/>
        </w:rPr>
        <w:t xml:space="preserve">het vierkante </w:t>
      </w:r>
      <w:r w:rsidRPr="00FD480B">
        <w:rPr>
          <w:rFonts w:ascii="Arial" w:hAnsi="Arial"/>
        </w:rPr>
        <w:t>muurplaatje van de uitloopbek wordt aan de onderzijde met een inbussleutel vastgeschroefd</w:t>
      </w:r>
    </w:p>
    <w:p w14:paraId="1F2ABAE9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571D2205" w14:textId="77777777" w:rsidTr="00145383">
        <w:tc>
          <w:tcPr>
            <w:tcW w:w="9663" w:type="dxa"/>
          </w:tcPr>
          <w:p w14:paraId="455132F8" w14:textId="77777777" w:rsidR="00145383" w:rsidRPr="00735DE7" w:rsidRDefault="002469B0" w:rsidP="00145383">
            <w:r>
              <w:rPr>
                <w:rFonts w:ascii="Arial" w:hAnsi="Arial"/>
              </w:rPr>
              <w:t xml:space="preserve">Vierkant </w:t>
            </w:r>
            <w:r w:rsidR="00145383">
              <w:rPr>
                <w:rFonts w:ascii="Arial" w:hAnsi="Arial"/>
              </w:rPr>
              <w:t>muurplaatje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 w:rsidR="00145383">
              <w:t xml:space="preserve">8 </w:t>
            </w:r>
            <w:r w:rsidR="00145383" w:rsidRPr="00292A26">
              <w:rPr>
                <w:rFonts w:ascii="Arial" w:hAnsi="Arial"/>
              </w:rPr>
              <w:t>cm</w:t>
            </w:r>
            <w:r>
              <w:rPr>
                <w:rFonts w:ascii="Arial" w:hAnsi="Arial"/>
              </w:rPr>
              <w:t xml:space="preserve"> x 8 cm</w:t>
            </w:r>
          </w:p>
        </w:tc>
      </w:tr>
      <w:tr w:rsidR="00145383" w:rsidRPr="00735DE7" w14:paraId="393C4BE9" w14:textId="77777777" w:rsidTr="00145383">
        <w:tc>
          <w:tcPr>
            <w:tcW w:w="9663" w:type="dxa"/>
          </w:tcPr>
          <w:p w14:paraId="13AEF010" w14:textId="77777777"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14:paraId="59390907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7C1C3425" w14:textId="77777777" w:rsidR="00E301FE" w:rsidRDefault="00E301FE">
      <w:r>
        <w:br w:type="page"/>
      </w:r>
    </w:p>
    <w:p w14:paraId="61097124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6BF0FAFC" w14:textId="77777777" w:rsidTr="00CC06A5">
        <w:trPr>
          <w:trHeight w:val="80"/>
        </w:trPr>
        <w:tc>
          <w:tcPr>
            <w:tcW w:w="3685" w:type="dxa"/>
          </w:tcPr>
          <w:p w14:paraId="42465C1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20482C1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0BD0FFC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57223DF7" w14:textId="77777777" w:rsidTr="00CC06A5">
        <w:tc>
          <w:tcPr>
            <w:tcW w:w="3685" w:type="dxa"/>
          </w:tcPr>
          <w:p w14:paraId="16D98E4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3333456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0FB636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27F4EA00" w14:textId="77777777" w:rsidTr="00CC06A5">
        <w:tc>
          <w:tcPr>
            <w:tcW w:w="3685" w:type="dxa"/>
          </w:tcPr>
          <w:p w14:paraId="57AFFFC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15F34C7C" w14:textId="77777777" w:rsidR="00E301FE" w:rsidRPr="002A1799" w:rsidRDefault="00E301FE" w:rsidP="00CC06A5"/>
        </w:tc>
        <w:tc>
          <w:tcPr>
            <w:tcW w:w="4961" w:type="dxa"/>
          </w:tcPr>
          <w:p w14:paraId="31C9DB7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59D82D40" w14:textId="77777777" w:rsidTr="00CC06A5">
        <w:tc>
          <w:tcPr>
            <w:tcW w:w="3685" w:type="dxa"/>
          </w:tcPr>
          <w:p w14:paraId="79C1DB5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1D0779A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2D3FE8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3F271790" w14:textId="77777777" w:rsidTr="00CC06A5">
        <w:tc>
          <w:tcPr>
            <w:tcW w:w="3685" w:type="dxa"/>
          </w:tcPr>
          <w:p w14:paraId="554CD08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7EE8DAE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622C68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03FEC90D" w14:textId="77777777" w:rsidTr="00CC06A5">
        <w:tc>
          <w:tcPr>
            <w:tcW w:w="3685" w:type="dxa"/>
          </w:tcPr>
          <w:p w14:paraId="59BFC61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2D1ED425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2BD51F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32BC04C2" w14:textId="77777777" w:rsidTr="00CC06A5">
        <w:tc>
          <w:tcPr>
            <w:tcW w:w="3685" w:type="dxa"/>
          </w:tcPr>
          <w:p w14:paraId="6073BA6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52C31AF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1ED96B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3F32F4DA" w14:textId="77777777" w:rsidTr="00CC06A5">
        <w:tc>
          <w:tcPr>
            <w:tcW w:w="3685" w:type="dxa"/>
          </w:tcPr>
          <w:p w14:paraId="720F603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52EBF53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12B8FA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12C2A90A" w14:textId="77777777" w:rsidTr="00CC06A5">
        <w:tc>
          <w:tcPr>
            <w:tcW w:w="3685" w:type="dxa"/>
          </w:tcPr>
          <w:p w14:paraId="20E81A5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0347A94B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F36575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26F56BAB" w14:textId="77777777" w:rsidTr="00CC06A5">
        <w:tc>
          <w:tcPr>
            <w:tcW w:w="3685" w:type="dxa"/>
          </w:tcPr>
          <w:p w14:paraId="50DBA0C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14B4ACD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7257A22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4CFEA6C8" w14:textId="77777777" w:rsidTr="00CC06A5">
        <w:tc>
          <w:tcPr>
            <w:tcW w:w="3685" w:type="dxa"/>
          </w:tcPr>
          <w:p w14:paraId="3030585D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49BAA813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8CEB4E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60512E95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2574E17F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0FFB9709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775E81D5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1DDFC33" w14:textId="77777777" w:rsidR="00FB49FD" w:rsidRDefault="00D57637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792E39DE" wp14:editId="1F0DD37B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C2118C0" w14:textId="77777777" w:rsidR="00FB49FD" w:rsidRDefault="00D57637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6869DC0" wp14:editId="1AFE7E7A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CBF70FE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7FA7C61B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6267F237" w14:textId="77777777"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14:paraId="48C42449" w14:textId="77777777" w:rsidR="005F5109" w:rsidRPr="002469B0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27B0EB79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45F97" w14:textId="77777777" w:rsidR="00D554A5" w:rsidRDefault="00D554A5">
      <w:r>
        <w:separator/>
      </w:r>
    </w:p>
  </w:endnote>
  <w:endnote w:type="continuationSeparator" w:id="0">
    <w:p w14:paraId="1DA42AF4" w14:textId="77777777" w:rsidR="00D554A5" w:rsidRDefault="00D5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8047E" w14:textId="77777777" w:rsidR="00A43E29" w:rsidRDefault="00A43E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3EE097AC" w14:textId="77777777">
      <w:tc>
        <w:tcPr>
          <w:tcW w:w="3392" w:type="dxa"/>
        </w:tcPr>
        <w:p w14:paraId="65B64ECB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DF9AAA6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E14612C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49276E49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C0042" w14:textId="77777777" w:rsidR="00A43E29" w:rsidRDefault="00A43E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29B20" w14:textId="77777777" w:rsidR="00D554A5" w:rsidRDefault="00D554A5">
      <w:r>
        <w:separator/>
      </w:r>
    </w:p>
  </w:footnote>
  <w:footnote w:type="continuationSeparator" w:id="0">
    <w:p w14:paraId="72E5E879" w14:textId="77777777" w:rsidR="00D554A5" w:rsidRDefault="00D55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371FA" w14:textId="77777777" w:rsidR="00A43E29" w:rsidRDefault="00A43E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41561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A43E29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6769E364" wp14:editId="6445647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D51CCD" w14:textId="77777777" w:rsidR="00E43D97" w:rsidRPr="00B64DD5" w:rsidRDefault="002469B0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Brenta</w:t>
    </w:r>
    <w:proofErr w:type="spellEnd"/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CC20A0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mengventiel, </w:t>
    </w:r>
    <w:r w:rsidR="00D35287"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1AF12" w14:textId="77777777" w:rsidR="00A43E29" w:rsidRDefault="00A43E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11435925">
    <w:abstractNumId w:val="16"/>
  </w:num>
  <w:num w:numId="2" w16cid:durableId="1783305228">
    <w:abstractNumId w:val="22"/>
  </w:num>
  <w:num w:numId="3" w16cid:durableId="1341391391">
    <w:abstractNumId w:val="4"/>
  </w:num>
  <w:num w:numId="4" w16cid:durableId="427847659">
    <w:abstractNumId w:val="3"/>
  </w:num>
  <w:num w:numId="5" w16cid:durableId="350574032">
    <w:abstractNumId w:val="13"/>
  </w:num>
  <w:num w:numId="6" w16cid:durableId="1576893038">
    <w:abstractNumId w:val="15"/>
  </w:num>
  <w:num w:numId="7" w16cid:durableId="182283449">
    <w:abstractNumId w:val="6"/>
  </w:num>
  <w:num w:numId="8" w16cid:durableId="1324506023">
    <w:abstractNumId w:val="19"/>
  </w:num>
  <w:num w:numId="9" w16cid:durableId="358628065">
    <w:abstractNumId w:val="25"/>
  </w:num>
  <w:num w:numId="10" w16cid:durableId="1007443575">
    <w:abstractNumId w:val="2"/>
  </w:num>
  <w:num w:numId="11" w16cid:durableId="1744837066">
    <w:abstractNumId w:val="12"/>
  </w:num>
  <w:num w:numId="12" w16cid:durableId="884946738">
    <w:abstractNumId w:val="11"/>
  </w:num>
  <w:num w:numId="13" w16cid:durableId="419301218">
    <w:abstractNumId w:val="24"/>
  </w:num>
  <w:num w:numId="14" w16cid:durableId="1228149204">
    <w:abstractNumId w:val="7"/>
  </w:num>
  <w:num w:numId="15" w16cid:durableId="808209915">
    <w:abstractNumId w:val="0"/>
  </w:num>
  <w:num w:numId="16" w16cid:durableId="1679624321">
    <w:abstractNumId w:val="10"/>
  </w:num>
  <w:num w:numId="17" w16cid:durableId="425002038">
    <w:abstractNumId w:val="5"/>
  </w:num>
  <w:num w:numId="18" w16cid:durableId="973757256">
    <w:abstractNumId w:val="20"/>
  </w:num>
  <w:num w:numId="19" w16cid:durableId="62997008">
    <w:abstractNumId w:val="21"/>
  </w:num>
  <w:num w:numId="20" w16cid:durableId="1389642844">
    <w:abstractNumId w:val="18"/>
  </w:num>
  <w:num w:numId="21" w16cid:durableId="1054230005">
    <w:abstractNumId w:val="17"/>
  </w:num>
  <w:num w:numId="22" w16cid:durableId="1680697717">
    <w:abstractNumId w:val="14"/>
  </w:num>
  <w:num w:numId="23" w16cid:durableId="514148885">
    <w:abstractNumId w:val="23"/>
  </w:num>
  <w:num w:numId="24" w16cid:durableId="1421177237">
    <w:abstractNumId w:val="8"/>
  </w:num>
  <w:num w:numId="25" w16cid:durableId="7218872">
    <w:abstractNumId w:val="9"/>
  </w:num>
  <w:num w:numId="26" w16cid:durableId="399013340">
    <w:abstractNumId w:val="1"/>
  </w:num>
  <w:num w:numId="27" w16cid:durableId="92137833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1DD5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749F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3E29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0A0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4A5"/>
    <w:rsid w:val="00D55CB1"/>
    <w:rsid w:val="00D56D8E"/>
    <w:rsid w:val="00D57637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1E79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2A0E9E2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375079-2BF2-4C0F-B83C-F034DFD4B61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F90BF0-E071-4283-BC31-507FE09856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7A85CB-1CAF-422B-975C-9B0615D0BC8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259</Words>
  <Characters>1561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2021-01-25T22:45:00Z</dcterms:created>
  <dcterms:modified xsi:type="dcterms:W3CDTF">2023-12-21T14:44:00Z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